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9EB6D" w14:textId="77777777" w:rsidR="000009E3" w:rsidRPr="00693289" w:rsidRDefault="000009E3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70C7F0B" w14:textId="77777777" w:rsidR="000009E3" w:rsidRPr="00693289" w:rsidRDefault="000009E3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05AC5D7" w14:textId="40397363" w:rsidR="00C0659E" w:rsidRPr="00693289" w:rsidRDefault="00F8459F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93289">
        <w:rPr>
          <w:rFonts w:ascii="Arial" w:hAnsi="Arial" w:cs="Arial"/>
          <w:sz w:val="22"/>
          <w:szCs w:val="22"/>
        </w:rPr>
        <w:t>Majandus- ja Kommunikatsiooni</w:t>
      </w:r>
      <w:r w:rsidR="000009E3" w:rsidRPr="00693289">
        <w:rPr>
          <w:rFonts w:ascii="Arial" w:hAnsi="Arial" w:cs="Arial"/>
          <w:sz w:val="22"/>
          <w:szCs w:val="22"/>
        </w:rPr>
        <w:t>ministeerium</w:t>
      </w:r>
      <w:r w:rsidR="000009E3" w:rsidRPr="00693289">
        <w:rPr>
          <w:rFonts w:ascii="Arial" w:hAnsi="Arial" w:cs="Arial"/>
          <w:sz w:val="22"/>
          <w:szCs w:val="22"/>
        </w:rPr>
        <w:tab/>
      </w:r>
      <w:r w:rsidR="000009E3" w:rsidRPr="00693289">
        <w:rPr>
          <w:rFonts w:ascii="Arial" w:hAnsi="Arial" w:cs="Arial"/>
          <w:sz w:val="22"/>
          <w:szCs w:val="22"/>
        </w:rPr>
        <w:tab/>
      </w:r>
      <w:r w:rsidR="00C0659E" w:rsidRPr="00693289">
        <w:rPr>
          <w:rFonts w:ascii="Arial" w:hAnsi="Arial" w:cs="Arial"/>
          <w:sz w:val="22"/>
          <w:szCs w:val="22"/>
        </w:rPr>
        <w:t>Teie 13.06.2025</w:t>
      </w:r>
    </w:p>
    <w:p w14:paraId="52083503" w14:textId="77777777" w:rsidR="00296D1C" w:rsidRPr="00693289" w:rsidRDefault="000009E3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hyperlink r:id="rId9" w:history="1">
        <w:r w:rsidRPr="00693289">
          <w:rPr>
            <w:rStyle w:val="Hyperlink"/>
            <w:rFonts w:ascii="Arial" w:hAnsi="Arial" w:cs="Arial"/>
            <w:sz w:val="22"/>
            <w:szCs w:val="22"/>
          </w:rPr>
          <w:t>info@mkm.ee</w:t>
        </w:r>
      </w:hyperlink>
      <w:r w:rsidRPr="00693289">
        <w:rPr>
          <w:rFonts w:ascii="Arial" w:hAnsi="Arial" w:cs="Arial"/>
          <w:sz w:val="22"/>
          <w:szCs w:val="22"/>
        </w:rPr>
        <w:t xml:space="preserve"> </w:t>
      </w:r>
    </w:p>
    <w:p w14:paraId="15E5FD6C" w14:textId="01457EBB" w:rsidR="00F8459F" w:rsidRPr="00693289" w:rsidRDefault="00296D1C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93289">
        <w:rPr>
          <w:rFonts w:ascii="Arial" w:hAnsi="Arial" w:cs="Arial"/>
          <w:sz w:val="22"/>
          <w:szCs w:val="22"/>
        </w:rPr>
        <w:tab/>
      </w:r>
      <w:r w:rsidRPr="00693289">
        <w:rPr>
          <w:rFonts w:ascii="Arial" w:hAnsi="Arial" w:cs="Arial"/>
          <w:sz w:val="22"/>
          <w:szCs w:val="22"/>
        </w:rPr>
        <w:tab/>
      </w:r>
      <w:r w:rsidR="00C0659E" w:rsidRPr="00693289">
        <w:rPr>
          <w:rFonts w:ascii="Arial" w:hAnsi="Arial" w:cs="Arial"/>
          <w:sz w:val="22"/>
          <w:szCs w:val="22"/>
        </w:rPr>
        <w:tab/>
      </w:r>
      <w:r w:rsidR="00C0659E" w:rsidRPr="00693289">
        <w:rPr>
          <w:rFonts w:ascii="Arial" w:hAnsi="Arial" w:cs="Arial"/>
          <w:sz w:val="22"/>
          <w:szCs w:val="22"/>
        </w:rPr>
        <w:tab/>
      </w:r>
      <w:r w:rsidR="00C0659E" w:rsidRPr="00693289">
        <w:rPr>
          <w:rFonts w:ascii="Arial" w:hAnsi="Arial" w:cs="Arial"/>
          <w:sz w:val="22"/>
          <w:szCs w:val="22"/>
        </w:rPr>
        <w:tab/>
      </w:r>
      <w:r w:rsidR="00C0659E" w:rsidRPr="00693289">
        <w:rPr>
          <w:rFonts w:ascii="Arial" w:hAnsi="Arial" w:cs="Arial"/>
          <w:sz w:val="22"/>
          <w:szCs w:val="22"/>
        </w:rPr>
        <w:tab/>
      </w:r>
      <w:r w:rsidR="00C0659E" w:rsidRPr="00693289">
        <w:rPr>
          <w:rFonts w:ascii="Arial" w:hAnsi="Arial" w:cs="Arial"/>
          <w:sz w:val="22"/>
          <w:szCs w:val="22"/>
        </w:rPr>
        <w:tab/>
      </w:r>
      <w:r w:rsidR="000009E3" w:rsidRPr="00693289">
        <w:rPr>
          <w:rFonts w:ascii="Arial" w:hAnsi="Arial" w:cs="Arial"/>
          <w:sz w:val="22"/>
          <w:szCs w:val="22"/>
        </w:rPr>
        <w:tab/>
        <w:t>Meie</w:t>
      </w:r>
      <w:r w:rsidR="00CA1765">
        <w:rPr>
          <w:rFonts w:ascii="Arial" w:hAnsi="Arial" w:cs="Arial"/>
          <w:sz w:val="22"/>
          <w:szCs w:val="22"/>
        </w:rPr>
        <w:t xml:space="preserve"> 26.06.2025 nr </w:t>
      </w:r>
      <w:r w:rsidR="00CA1765" w:rsidRPr="00CA1765">
        <w:rPr>
          <w:rFonts w:ascii="Arial" w:hAnsi="Arial" w:cs="Arial"/>
          <w:sz w:val="22"/>
          <w:szCs w:val="22"/>
        </w:rPr>
        <w:t>RP-JUH-6/102-2</w:t>
      </w:r>
    </w:p>
    <w:p w14:paraId="3337E81C" w14:textId="77777777" w:rsidR="00F8459F" w:rsidRPr="00693289" w:rsidRDefault="00F8459F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DCE062B" w14:textId="77777777" w:rsidR="000009E3" w:rsidRPr="00693289" w:rsidRDefault="000009E3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68557D4" w14:textId="77777777" w:rsidR="002F7858" w:rsidRPr="00693289" w:rsidRDefault="002F7858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6A6D19C" w14:textId="77777777" w:rsidR="002F7858" w:rsidRPr="00693289" w:rsidRDefault="002F7858" w:rsidP="000009E3">
      <w:pPr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93289">
        <w:rPr>
          <w:rFonts w:ascii="Arial" w:hAnsi="Arial" w:cs="Arial"/>
          <w:b/>
          <w:bCs/>
          <w:sz w:val="22"/>
          <w:szCs w:val="22"/>
        </w:rPr>
        <w:t xml:space="preserve">600 MW võimsusega tuumaelektrijaama ja selle </w:t>
      </w:r>
    </w:p>
    <w:p w14:paraId="784882FC" w14:textId="18C3FCF4" w:rsidR="000009E3" w:rsidRPr="00693289" w:rsidRDefault="002F7858" w:rsidP="000009E3">
      <w:pPr>
        <w:spacing w:after="0" w:line="24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93289">
        <w:rPr>
          <w:rFonts w:ascii="Arial" w:hAnsi="Arial" w:cs="Arial"/>
          <w:b/>
          <w:bCs/>
          <w:sz w:val="22"/>
          <w:szCs w:val="22"/>
        </w:rPr>
        <w:t>toimimiseks vajaliku taristu riigi eriplaneering</w:t>
      </w:r>
    </w:p>
    <w:p w14:paraId="7D65F5A1" w14:textId="77777777" w:rsidR="000009E3" w:rsidRPr="00693289" w:rsidRDefault="000009E3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9606C10" w14:textId="77777777" w:rsidR="002F7858" w:rsidRPr="00693289" w:rsidRDefault="002F7858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2D045C7" w14:textId="03E87207" w:rsidR="00F8459F" w:rsidRPr="00693289" w:rsidRDefault="00296D1C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93289">
        <w:rPr>
          <w:rFonts w:ascii="Arial" w:hAnsi="Arial" w:cs="Arial"/>
          <w:sz w:val="22"/>
          <w:szCs w:val="22"/>
        </w:rPr>
        <w:t>Teavitasite</w:t>
      </w:r>
      <w:r w:rsidR="00F8459F" w:rsidRPr="00693289">
        <w:rPr>
          <w:rFonts w:ascii="Arial" w:hAnsi="Arial" w:cs="Arial"/>
          <w:sz w:val="22"/>
          <w:szCs w:val="22"/>
        </w:rPr>
        <w:t xml:space="preserve"> 13.06.2025 e-kirja teel </w:t>
      </w:r>
      <w:r w:rsidR="000009E3" w:rsidRPr="00693289">
        <w:rPr>
          <w:rFonts w:ascii="Arial" w:hAnsi="Arial" w:cs="Arial"/>
          <w:sz w:val="22"/>
          <w:szCs w:val="22"/>
        </w:rPr>
        <w:t>Enefit Industry AS-</w:t>
      </w:r>
      <w:r w:rsidRPr="00693289">
        <w:rPr>
          <w:rFonts w:ascii="Arial" w:hAnsi="Arial" w:cs="Arial"/>
          <w:sz w:val="22"/>
          <w:szCs w:val="22"/>
        </w:rPr>
        <w:t>i</w:t>
      </w:r>
      <w:r w:rsidR="00F8459F" w:rsidRPr="00693289">
        <w:rPr>
          <w:rFonts w:ascii="Arial" w:hAnsi="Arial" w:cs="Arial"/>
          <w:sz w:val="22"/>
          <w:szCs w:val="22"/>
        </w:rPr>
        <w:t>, et Vabariigi Valitsus algata</w:t>
      </w:r>
      <w:r w:rsidR="000009E3" w:rsidRPr="00693289">
        <w:rPr>
          <w:rFonts w:ascii="Arial" w:hAnsi="Arial" w:cs="Arial"/>
          <w:sz w:val="22"/>
          <w:szCs w:val="22"/>
        </w:rPr>
        <w:t>s</w:t>
      </w:r>
      <w:r w:rsidR="00F8459F" w:rsidRPr="00693289">
        <w:rPr>
          <w:rFonts w:ascii="Arial" w:hAnsi="Arial" w:cs="Arial"/>
          <w:sz w:val="22"/>
          <w:szCs w:val="22"/>
        </w:rPr>
        <w:t xml:space="preserve"> 22.05.2025 korraldusega nr 102</w:t>
      </w:r>
      <w:r w:rsidR="000009E3" w:rsidRPr="00693289">
        <w:rPr>
          <w:rFonts w:ascii="Arial" w:hAnsi="Arial" w:cs="Arial"/>
          <w:sz w:val="22"/>
          <w:szCs w:val="22"/>
        </w:rPr>
        <w:t xml:space="preserve"> „</w:t>
      </w:r>
      <w:r w:rsidR="00F8459F" w:rsidRPr="00693289">
        <w:rPr>
          <w:rFonts w:ascii="Arial" w:hAnsi="Arial" w:cs="Arial"/>
          <w:sz w:val="22"/>
          <w:szCs w:val="22"/>
        </w:rPr>
        <w:t>600 MW võimsusega tuumaelektrijaama ja selle toimimiseks vajaliku taristu riigi eriplaneeringu</w:t>
      </w:r>
      <w:r w:rsidR="000009E3" w:rsidRPr="00693289">
        <w:rPr>
          <w:rFonts w:ascii="Arial" w:hAnsi="Arial" w:cs="Arial"/>
          <w:sz w:val="22"/>
          <w:szCs w:val="22"/>
        </w:rPr>
        <w:t>“</w:t>
      </w:r>
      <w:r w:rsidR="00F8459F" w:rsidRPr="00693289">
        <w:rPr>
          <w:rFonts w:ascii="Arial" w:hAnsi="Arial" w:cs="Arial"/>
          <w:sz w:val="22"/>
          <w:szCs w:val="22"/>
        </w:rPr>
        <w:t xml:space="preserve"> koostamise.</w:t>
      </w:r>
    </w:p>
    <w:p w14:paraId="0B11A156" w14:textId="77777777" w:rsidR="00F8459F" w:rsidRPr="00693289" w:rsidRDefault="00F8459F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E672302" w14:textId="369B6E21" w:rsidR="00F8459F" w:rsidRPr="00693289" w:rsidRDefault="00F8459F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93289">
        <w:rPr>
          <w:rFonts w:ascii="Arial" w:hAnsi="Arial" w:cs="Arial"/>
          <w:sz w:val="22"/>
          <w:szCs w:val="22"/>
        </w:rPr>
        <w:t>Tulenevalt asjalust, et nimetatud riigi eriplaneeringu piirkonda jää</w:t>
      </w:r>
      <w:r w:rsidR="000009E3" w:rsidRPr="00693289">
        <w:rPr>
          <w:rFonts w:ascii="Arial" w:hAnsi="Arial" w:cs="Arial"/>
          <w:sz w:val="22"/>
          <w:szCs w:val="22"/>
        </w:rPr>
        <w:t>b</w:t>
      </w:r>
      <w:r w:rsidRPr="00693289">
        <w:rPr>
          <w:rFonts w:ascii="Arial" w:hAnsi="Arial" w:cs="Arial"/>
          <w:sz w:val="22"/>
          <w:szCs w:val="22"/>
        </w:rPr>
        <w:t xml:space="preserve"> </w:t>
      </w:r>
      <w:r w:rsidR="000009E3" w:rsidRPr="00693289">
        <w:rPr>
          <w:rFonts w:ascii="Arial" w:hAnsi="Arial" w:cs="Arial"/>
          <w:sz w:val="22"/>
          <w:szCs w:val="22"/>
        </w:rPr>
        <w:t>Enefit In</w:t>
      </w:r>
      <w:r w:rsidR="00296D1C" w:rsidRPr="00693289">
        <w:rPr>
          <w:rFonts w:ascii="Arial" w:hAnsi="Arial" w:cs="Arial"/>
          <w:sz w:val="22"/>
          <w:szCs w:val="22"/>
        </w:rPr>
        <w:t>d</w:t>
      </w:r>
      <w:r w:rsidR="000009E3" w:rsidRPr="00693289">
        <w:rPr>
          <w:rFonts w:ascii="Arial" w:hAnsi="Arial" w:cs="Arial"/>
          <w:sz w:val="22"/>
          <w:szCs w:val="22"/>
        </w:rPr>
        <w:t xml:space="preserve">ustry </w:t>
      </w:r>
      <w:r w:rsidRPr="00693289">
        <w:rPr>
          <w:rFonts w:ascii="Arial" w:hAnsi="Arial" w:cs="Arial"/>
          <w:sz w:val="22"/>
          <w:szCs w:val="22"/>
        </w:rPr>
        <w:t>AS</w:t>
      </w:r>
      <w:r w:rsidR="000009E3" w:rsidRPr="00693289">
        <w:rPr>
          <w:rFonts w:ascii="Arial" w:hAnsi="Arial" w:cs="Arial"/>
          <w:sz w:val="22"/>
          <w:szCs w:val="22"/>
        </w:rPr>
        <w:t xml:space="preserve"> kasuks piiratud asjaõigusega</w:t>
      </w:r>
      <w:r w:rsidRPr="00693289">
        <w:rPr>
          <w:rFonts w:ascii="Arial" w:hAnsi="Arial" w:cs="Arial"/>
          <w:sz w:val="22"/>
          <w:szCs w:val="22"/>
        </w:rPr>
        <w:t xml:space="preserve"> koormatud kinnistu, palume hoida </w:t>
      </w:r>
      <w:r w:rsidR="000009E3" w:rsidRPr="00693289">
        <w:rPr>
          <w:rFonts w:ascii="Arial" w:hAnsi="Arial" w:cs="Arial"/>
          <w:sz w:val="22"/>
          <w:szCs w:val="22"/>
        </w:rPr>
        <w:t>ettevõtet kursis eriplaneeringu edasise menetlusega</w:t>
      </w:r>
      <w:r w:rsidRPr="00693289">
        <w:rPr>
          <w:rFonts w:ascii="Arial" w:hAnsi="Arial" w:cs="Arial"/>
          <w:sz w:val="22"/>
          <w:szCs w:val="22"/>
        </w:rPr>
        <w:t>. Teavitused palume saata</w:t>
      </w:r>
      <w:r w:rsidR="00296D1C" w:rsidRPr="00693289">
        <w:rPr>
          <w:rFonts w:ascii="Arial" w:hAnsi="Arial" w:cs="Arial"/>
          <w:sz w:val="22"/>
          <w:szCs w:val="22"/>
        </w:rPr>
        <w:t xml:space="preserve"> e-posti aadressile </w:t>
      </w:r>
      <w:hyperlink r:id="rId10" w:history="1">
        <w:r w:rsidR="00296D1C" w:rsidRPr="00693289">
          <w:rPr>
            <w:rStyle w:val="Hyperlink"/>
            <w:rFonts w:ascii="Arial" w:hAnsi="Arial" w:cs="Arial"/>
            <w:sz w:val="22"/>
            <w:szCs w:val="22"/>
          </w:rPr>
          <w:t>info.industry@enefit.ee</w:t>
        </w:r>
      </w:hyperlink>
      <w:r w:rsidR="00296D1C" w:rsidRPr="00693289">
        <w:rPr>
          <w:rFonts w:ascii="Arial" w:hAnsi="Arial" w:cs="Arial"/>
          <w:sz w:val="22"/>
          <w:szCs w:val="22"/>
        </w:rPr>
        <w:t xml:space="preserve">. </w:t>
      </w:r>
    </w:p>
    <w:p w14:paraId="15B6C821" w14:textId="77777777" w:rsidR="00F8459F" w:rsidRPr="00693289" w:rsidRDefault="00F8459F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374C596" w14:textId="77777777" w:rsidR="00296D1C" w:rsidRPr="00693289" w:rsidRDefault="00296D1C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0285E53" w14:textId="77777777" w:rsidR="00F8459F" w:rsidRPr="00693289" w:rsidRDefault="00F8459F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93289">
        <w:rPr>
          <w:rFonts w:ascii="Arial" w:hAnsi="Arial" w:cs="Arial"/>
          <w:sz w:val="22"/>
          <w:szCs w:val="22"/>
        </w:rPr>
        <w:t>Lugupidamisega</w:t>
      </w:r>
    </w:p>
    <w:p w14:paraId="75F41AC1" w14:textId="77777777" w:rsidR="004E32DD" w:rsidRPr="00693289" w:rsidRDefault="004E32DD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B857AD0" w14:textId="3FEBE50C" w:rsidR="00296D1C" w:rsidRPr="00693289" w:rsidRDefault="00693289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93289">
        <w:rPr>
          <w:rFonts w:ascii="Arial" w:hAnsi="Arial" w:cs="Arial"/>
          <w:sz w:val="22"/>
          <w:szCs w:val="22"/>
        </w:rPr>
        <w:t>(allkirjastatud digitaalselt)</w:t>
      </w:r>
    </w:p>
    <w:p w14:paraId="50C56084" w14:textId="77777777" w:rsidR="00693289" w:rsidRPr="00693289" w:rsidRDefault="00693289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0DB6C1F" w14:textId="354BB8D3" w:rsidR="000009E3" w:rsidRPr="00693289" w:rsidRDefault="000009E3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93289">
        <w:rPr>
          <w:rFonts w:ascii="Arial" w:hAnsi="Arial" w:cs="Arial"/>
          <w:sz w:val="22"/>
          <w:szCs w:val="22"/>
        </w:rPr>
        <w:t>Stanislav Ignatovets</w:t>
      </w:r>
    </w:p>
    <w:p w14:paraId="1A0CB2D6" w14:textId="5D623940" w:rsidR="000009E3" w:rsidRPr="00693289" w:rsidRDefault="000009E3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93289">
        <w:rPr>
          <w:rFonts w:ascii="Arial" w:hAnsi="Arial" w:cs="Arial"/>
          <w:sz w:val="22"/>
          <w:szCs w:val="22"/>
        </w:rPr>
        <w:t>Juhatuse liige</w:t>
      </w:r>
    </w:p>
    <w:p w14:paraId="27786C44" w14:textId="0817C50A" w:rsidR="000009E3" w:rsidRPr="00693289" w:rsidRDefault="000009E3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93289">
        <w:rPr>
          <w:rFonts w:ascii="Arial" w:hAnsi="Arial" w:cs="Arial"/>
          <w:sz w:val="22"/>
          <w:szCs w:val="22"/>
        </w:rPr>
        <w:t>Enefit Industry AS</w:t>
      </w:r>
    </w:p>
    <w:p w14:paraId="6C1D00E5" w14:textId="77777777" w:rsidR="000009E3" w:rsidRPr="00693289" w:rsidRDefault="000009E3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A430207" w14:textId="77777777" w:rsidR="000009E3" w:rsidRDefault="000009E3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184B1C2" w14:textId="77777777" w:rsidR="00693289" w:rsidRDefault="00693289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2445A26" w14:textId="77777777" w:rsidR="00693289" w:rsidRPr="00693289" w:rsidRDefault="00693289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5C4315E" w14:textId="77777777" w:rsidR="000009E3" w:rsidRPr="00693289" w:rsidRDefault="000009E3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0627675" w14:textId="6F3C805A" w:rsidR="000009E3" w:rsidRPr="00693289" w:rsidRDefault="000009E3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93289">
        <w:rPr>
          <w:rFonts w:ascii="Arial" w:hAnsi="Arial" w:cs="Arial"/>
          <w:sz w:val="22"/>
          <w:szCs w:val="22"/>
        </w:rPr>
        <w:t>Ave Mandre</w:t>
      </w:r>
    </w:p>
    <w:p w14:paraId="6187A8B3" w14:textId="3B472A67" w:rsidR="000009E3" w:rsidRPr="00693289" w:rsidRDefault="00693289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hyperlink r:id="rId11" w:history="1">
        <w:r w:rsidRPr="00411393">
          <w:rPr>
            <w:rStyle w:val="Hyperlink"/>
            <w:rFonts w:ascii="Arial" w:hAnsi="Arial" w:cs="Arial"/>
            <w:sz w:val="22"/>
            <w:szCs w:val="22"/>
          </w:rPr>
          <w:t>Ave.Mandre@energia.ee</w:t>
        </w:r>
      </w:hyperlink>
    </w:p>
    <w:p w14:paraId="690E6074" w14:textId="77777777" w:rsidR="000009E3" w:rsidRPr="00693289" w:rsidRDefault="000009E3" w:rsidP="000009E3">
      <w:pPr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0009E3" w:rsidRPr="00693289" w:rsidSect="00340D62">
      <w:footerReference w:type="default" r:id="rId12"/>
      <w:headerReference w:type="first" r:id="rId13"/>
      <w:footerReference w:type="first" r:id="rId14"/>
      <w:pgSz w:w="11906" w:h="16838"/>
      <w:pgMar w:top="1950" w:right="851" w:bottom="1701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7E61CA" w14:textId="77777777" w:rsidR="00F8459F" w:rsidRDefault="00F8459F" w:rsidP="00984DF6">
      <w:pPr>
        <w:spacing w:after="0" w:line="240" w:lineRule="auto"/>
      </w:pPr>
      <w:r>
        <w:separator/>
      </w:r>
    </w:p>
  </w:endnote>
  <w:endnote w:type="continuationSeparator" w:id="0">
    <w:p w14:paraId="0C27A63E" w14:textId="77777777" w:rsidR="00F8459F" w:rsidRDefault="00F8459F" w:rsidP="00984DF6">
      <w:pPr>
        <w:spacing w:after="0" w:line="240" w:lineRule="auto"/>
      </w:pPr>
      <w:r>
        <w:continuationSeparator/>
      </w:r>
    </w:p>
  </w:endnote>
  <w:endnote w:type="continuationNotice" w:id="1">
    <w:p w14:paraId="5E5105FC" w14:textId="77777777" w:rsidR="00F8459F" w:rsidRDefault="00F845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3347457"/>
      <w:docPartObj>
        <w:docPartGallery w:val="Page Numbers (Bottom of Page)"/>
        <w:docPartUnique/>
      </w:docPartObj>
    </w:sdtPr>
    <w:sdtEndPr>
      <w:rPr>
        <w:noProof/>
        <w:color w:val="2B2E36" w:themeColor="text1"/>
        <w:sz w:val="16"/>
        <w:szCs w:val="16"/>
      </w:rPr>
    </w:sdtEndPr>
    <w:sdtContent>
      <w:p w14:paraId="1A28D17C" w14:textId="77777777" w:rsidR="005C606C" w:rsidRPr="00B35BE2" w:rsidRDefault="005C606C">
        <w:pPr>
          <w:pStyle w:val="Footer"/>
          <w:jc w:val="center"/>
          <w:rPr>
            <w:color w:val="2B2E36" w:themeColor="text1"/>
            <w:sz w:val="16"/>
            <w:szCs w:val="16"/>
          </w:rPr>
        </w:pPr>
        <w:r w:rsidRPr="00B35BE2">
          <w:rPr>
            <w:color w:val="2B2E36" w:themeColor="text1"/>
            <w:sz w:val="16"/>
            <w:szCs w:val="16"/>
          </w:rPr>
          <w:fldChar w:fldCharType="begin"/>
        </w:r>
        <w:r w:rsidRPr="00B35BE2">
          <w:rPr>
            <w:color w:val="2B2E36" w:themeColor="text1"/>
            <w:sz w:val="16"/>
            <w:szCs w:val="16"/>
          </w:rPr>
          <w:instrText xml:space="preserve"> PAGE   \* MERGEFORMAT </w:instrText>
        </w:r>
        <w:r w:rsidRPr="00B35BE2">
          <w:rPr>
            <w:color w:val="2B2E36" w:themeColor="text1"/>
            <w:sz w:val="16"/>
            <w:szCs w:val="16"/>
          </w:rPr>
          <w:fldChar w:fldCharType="separate"/>
        </w:r>
        <w:r w:rsidRPr="00B35BE2">
          <w:rPr>
            <w:noProof/>
            <w:color w:val="2B2E36" w:themeColor="text1"/>
            <w:sz w:val="16"/>
            <w:szCs w:val="16"/>
          </w:rPr>
          <w:t>2</w:t>
        </w:r>
        <w:r w:rsidRPr="00B35BE2">
          <w:rPr>
            <w:noProof/>
            <w:color w:val="2B2E36" w:themeColor="text1"/>
            <w:sz w:val="16"/>
            <w:szCs w:val="16"/>
          </w:rPr>
          <w:fldChar w:fldCharType="end"/>
        </w:r>
      </w:p>
    </w:sdtContent>
  </w:sdt>
  <w:p w14:paraId="2AF93154" w14:textId="77777777" w:rsidR="00E10E84" w:rsidRDefault="00E10E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2CE70" w14:textId="77777777" w:rsidR="005D1ED4" w:rsidRDefault="00F43A1E" w:rsidP="00693289">
    <w:pPr>
      <w:pStyle w:val="Footer"/>
      <w:tabs>
        <w:tab w:val="clear" w:pos="4536"/>
        <w:tab w:val="left" w:pos="3544"/>
        <w:tab w:val="center" w:pos="4395"/>
        <w:tab w:val="left" w:pos="6663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0C24C7C" wp14:editId="2DAE1A11">
              <wp:simplePos x="0" y="0"/>
              <wp:positionH relativeFrom="margin">
                <wp:posOffset>-289560</wp:posOffset>
              </wp:positionH>
              <wp:positionV relativeFrom="paragraph">
                <wp:posOffset>-503555</wp:posOffset>
              </wp:positionV>
              <wp:extent cx="6358890" cy="691515"/>
              <wp:effectExtent l="0" t="0" r="381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8890" cy="6915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leGrid"/>
                            <w:tblW w:w="9781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253"/>
                            <w:gridCol w:w="2410"/>
                            <w:gridCol w:w="3118"/>
                          </w:tblGrid>
                          <w:tr w:rsidR="00A76A9F" w:rsidRPr="00296D1C" w14:paraId="68E9DC10" w14:textId="77777777" w:rsidTr="00F5136D">
                            <w:tc>
                              <w:tcPr>
                                <w:tcW w:w="4253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6BD457F3" w14:textId="77777777" w:rsidR="00A76A9F" w:rsidRPr="00296D1C" w:rsidRDefault="00142DE1" w:rsidP="00776F03">
                                <w:pPr>
                                  <w:rPr>
                                    <w:color w:val="2B2E36" w:themeColor="text1"/>
                                  </w:rPr>
                                </w:pPr>
                                <w:r w:rsidRPr="00296D1C">
                                  <w:rPr>
                                    <w:b/>
                                    <w:bCs/>
                                    <w:color w:val="2B2E36" w:themeColor="text1"/>
                                  </w:rPr>
                                  <w:t>Enefit</w:t>
                                </w:r>
                                <w:r w:rsidR="00F5136D" w:rsidRPr="00296D1C">
                                  <w:rPr>
                                    <w:b/>
                                    <w:bCs/>
                                    <w:color w:val="2B2E36" w:themeColor="text1"/>
                                  </w:rPr>
                                  <w:t xml:space="preserve"> Industry</w:t>
                                </w:r>
                                <w:r w:rsidRPr="00296D1C">
                                  <w:rPr>
                                    <w:b/>
                                    <w:bCs/>
                                    <w:color w:val="2B2E36" w:themeColor="text1"/>
                                  </w:rPr>
                                  <w:t xml:space="preserve"> AS</w:t>
                                </w:r>
                                <w:r w:rsidR="00A76A9F" w:rsidRPr="00296D1C">
                                  <w:rPr>
                                    <w:color w:val="2B2E36" w:themeColor="text1"/>
                                  </w:rPr>
                                  <w:br/>
                                </w:r>
                                <w:r w:rsidR="002579A0" w:rsidRPr="00296D1C">
                                  <w:rPr>
                                    <w:color w:val="2B2E36" w:themeColor="text1"/>
                                  </w:rPr>
                                  <w:t>Auvere, Narva-Jõesuu, 40107 Ida-Virumaa</w:t>
                                </w:r>
                              </w:p>
                            </w:tc>
                            <w:tc>
                              <w:tcPr>
                                <w:tcW w:w="2410" w:type="dxa"/>
                                <w:tcMar>
                                  <w:left w:w="0" w:type="dxa"/>
                                  <w:right w:w="0" w:type="dxa"/>
                                </w:tcMar>
                              </w:tcPr>
                              <w:p w14:paraId="4C3EEF00" w14:textId="77777777" w:rsidR="00A76A9F" w:rsidRPr="00296D1C" w:rsidRDefault="00603DB0" w:rsidP="00C66001">
                                <w:pPr>
                                  <w:rPr>
                                    <w:color w:val="2B2E36" w:themeColor="text1"/>
                                  </w:rPr>
                                </w:pPr>
                                <w:r w:rsidRPr="00296D1C">
                                  <w:rPr>
                                    <w:color w:val="2B2E36" w:themeColor="text1"/>
                                  </w:rPr>
                                  <w:t>Reg.</w:t>
                                </w:r>
                                <w:r w:rsidR="007C735F" w:rsidRPr="00296D1C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Pr="00296D1C">
                                  <w:rPr>
                                    <w:color w:val="2B2E36" w:themeColor="text1"/>
                                  </w:rPr>
                                  <w:t>kood</w:t>
                                </w:r>
                                <w:r w:rsidR="004E1266" w:rsidRPr="00296D1C">
                                  <w:rPr>
                                    <w:color w:val="2B2E36" w:themeColor="text1"/>
                                  </w:rPr>
                                  <w:t>:</w:t>
                                </w:r>
                                <w:r w:rsidRPr="00296D1C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="00691FD0" w:rsidRPr="00296D1C">
                                  <w:rPr>
                                    <w:color w:val="2B2E36" w:themeColor="text1"/>
                                  </w:rPr>
                                  <w:t>10579981</w:t>
                                </w:r>
                                <w:r w:rsidRPr="00296D1C">
                                  <w:rPr>
                                    <w:color w:val="2B2E36" w:themeColor="text1"/>
                                  </w:rPr>
                                  <w:br/>
                                </w:r>
                                <w:r w:rsidR="00A76A9F" w:rsidRPr="00296D1C">
                                  <w:rPr>
                                    <w:color w:val="2B2E36" w:themeColor="text1"/>
                                  </w:rPr>
                                  <w:t>Tel</w:t>
                                </w:r>
                                <w:r w:rsidR="004E1266" w:rsidRPr="00296D1C">
                                  <w:rPr>
                                    <w:color w:val="2B2E36" w:themeColor="text1"/>
                                  </w:rPr>
                                  <w:t>efon:</w:t>
                                </w:r>
                                <w:r w:rsidR="00A76A9F" w:rsidRPr="00296D1C">
                                  <w:rPr>
                                    <w:color w:val="2B2E36" w:themeColor="text1"/>
                                  </w:rPr>
                                  <w:t xml:space="preserve"> +372 </w:t>
                                </w:r>
                                <w:r w:rsidR="00691FD0" w:rsidRPr="00296D1C">
                                  <w:rPr>
                                    <w:color w:val="2B2E36" w:themeColor="text1"/>
                                  </w:rPr>
                                  <w:t>466 7222</w:t>
                                </w:r>
                              </w:p>
                            </w:tc>
                            <w:tc>
                              <w:tcPr>
                                <w:tcW w:w="3118" w:type="dxa"/>
                              </w:tcPr>
                              <w:p w14:paraId="2563B83B" w14:textId="77777777" w:rsidR="001D6FC4" w:rsidRPr="00296D1C" w:rsidRDefault="004E1266" w:rsidP="001D6FC4">
                                <w:pPr>
                                  <w:rPr>
                                    <w:color w:val="2B2E36" w:themeColor="text1"/>
                                  </w:rPr>
                                </w:pPr>
                                <w:r w:rsidRPr="00296D1C">
                                  <w:rPr>
                                    <w:color w:val="2B2E36" w:themeColor="text1"/>
                                  </w:rPr>
                                  <w:t>E-</w:t>
                                </w:r>
                                <w:r w:rsidR="009F1221" w:rsidRPr="00296D1C">
                                  <w:rPr>
                                    <w:color w:val="2B2E36" w:themeColor="text1"/>
                                  </w:rPr>
                                  <w:t>post</w:t>
                                </w:r>
                                <w:r w:rsidRPr="00296D1C">
                                  <w:rPr>
                                    <w:color w:val="2B2E36" w:themeColor="text1"/>
                                  </w:rPr>
                                  <w:t>:</w:t>
                                </w:r>
                                <w:r w:rsidR="00691FD0" w:rsidRPr="00296D1C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hyperlink r:id="rId1" w:history="1">
                                  <w:r w:rsidR="00F5136D" w:rsidRPr="00296D1C">
                                    <w:rPr>
                                      <w:rStyle w:val="Hyperlink"/>
                                      <w:color w:val="2B2E36" w:themeColor="text1"/>
                                      <w:u w:val="none"/>
                                    </w:rPr>
                                    <w:t>info.industry@enefit.ee</w:t>
                                  </w:r>
                                </w:hyperlink>
                                <w:r w:rsidR="008C1BF2" w:rsidRPr="00296D1C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  <w:r w:rsidR="002A5F4D" w:rsidRPr="00296D1C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</w:p>
                              <w:p w14:paraId="7D9F721E" w14:textId="77777777" w:rsidR="00A76A9F" w:rsidRPr="00296D1C" w:rsidRDefault="008C1BF2" w:rsidP="001D6FC4">
                                <w:pPr>
                                  <w:rPr>
                                    <w:color w:val="2B2E36" w:themeColor="text1"/>
                                  </w:rPr>
                                </w:pPr>
                                <w:hyperlink r:id="rId2" w:history="1">
                                  <w:r w:rsidRPr="00296D1C">
                                    <w:rPr>
                                      <w:rStyle w:val="Hyperlink"/>
                                      <w:color w:val="2B2E36" w:themeColor="text1"/>
                                      <w:u w:val="none"/>
                                    </w:rPr>
                                    <w:t>www.enefit.com</w:t>
                                  </w:r>
                                </w:hyperlink>
                                <w:r w:rsidR="002A5F4D" w:rsidRPr="00296D1C">
                                  <w:rPr>
                                    <w:color w:val="2B2E36" w:themeColor="text1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</w:tbl>
                        <w:p w14:paraId="6EAC32B1" w14:textId="77777777" w:rsidR="005D1ED4" w:rsidRPr="00296D1C" w:rsidRDefault="005D1ED4" w:rsidP="00776F03">
                          <w:pPr>
                            <w:spacing w:after="0"/>
                          </w:pPr>
                        </w:p>
                      </w:txbxContent>
                    </wps:txbx>
                    <wps:bodyPr rot="0" vert="horz" wrap="square" lIns="0" tIns="0" rIns="0" bIns="360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C24C7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2.8pt;margin-top:-39.65pt;width:500.7pt;height:54.4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" filled="f" stroked="f">
              <v:textbox inset="0,0,0,1mm">
                <w:txbxContent>
                  <w:tbl>
                    <w:tblPr>
                      <w:tblStyle w:val="TableGrid"/>
                      <w:tblW w:w="9781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4253"/>
                      <w:gridCol w:w="2410"/>
                      <w:gridCol w:w="3118"/>
                    </w:tblGrid>
                    <w:tr w:rsidR="00A76A9F" w:rsidRPr="00296D1C" w14:paraId="68E9DC10" w14:textId="77777777" w:rsidTr="00F5136D">
                      <w:tc>
                        <w:tcPr>
                          <w:tcW w:w="4253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6BD457F3" w14:textId="77777777" w:rsidR="00A76A9F" w:rsidRPr="00296D1C" w:rsidRDefault="00142DE1" w:rsidP="00776F03">
                          <w:pPr>
                            <w:rPr>
                              <w:color w:val="2B2E36" w:themeColor="text1"/>
                            </w:rPr>
                          </w:pPr>
                          <w:r w:rsidRPr="00296D1C">
                            <w:rPr>
                              <w:b/>
                              <w:bCs/>
                              <w:color w:val="2B2E36" w:themeColor="text1"/>
                            </w:rPr>
                            <w:t>Enefit</w:t>
                          </w:r>
                          <w:r w:rsidR="00F5136D" w:rsidRPr="00296D1C">
                            <w:rPr>
                              <w:b/>
                              <w:bCs/>
                              <w:color w:val="2B2E36" w:themeColor="text1"/>
                            </w:rPr>
                            <w:t xml:space="preserve"> Industry</w:t>
                          </w:r>
                          <w:r w:rsidRPr="00296D1C">
                            <w:rPr>
                              <w:b/>
                              <w:bCs/>
                              <w:color w:val="2B2E36" w:themeColor="text1"/>
                            </w:rPr>
                            <w:t xml:space="preserve"> AS</w:t>
                          </w:r>
                          <w:r w:rsidR="00A76A9F" w:rsidRPr="00296D1C">
                            <w:rPr>
                              <w:color w:val="2B2E36" w:themeColor="text1"/>
                            </w:rPr>
                            <w:br/>
                          </w:r>
                          <w:r w:rsidR="002579A0" w:rsidRPr="00296D1C">
                            <w:rPr>
                              <w:color w:val="2B2E36" w:themeColor="text1"/>
                            </w:rPr>
                            <w:t>Auvere, Narva-Jõesuu, 40107 Ida-Virumaa</w:t>
                          </w:r>
                        </w:p>
                      </w:tc>
                      <w:tc>
                        <w:tcPr>
                          <w:tcW w:w="2410" w:type="dxa"/>
                          <w:tcMar>
                            <w:left w:w="0" w:type="dxa"/>
                            <w:right w:w="0" w:type="dxa"/>
                          </w:tcMar>
                        </w:tcPr>
                        <w:p w14:paraId="4C3EEF00" w14:textId="77777777" w:rsidR="00A76A9F" w:rsidRPr="00296D1C" w:rsidRDefault="00603DB0" w:rsidP="00C66001">
                          <w:pPr>
                            <w:rPr>
                              <w:color w:val="2B2E36" w:themeColor="text1"/>
                            </w:rPr>
                          </w:pPr>
                          <w:r w:rsidRPr="00296D1C">
                            <w:rPr>
                              <w:color w:val="2B2E36" w:themeColor="text1"/>
                            </w:rPr>
                            <w:t>Reg.</w:t>
                          </w:r>
                          <w:r w:rsidR="007C735F" w:rsidRPr="00296D1C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Pr="00296D1C">
                            <w:rPr>
                              <w:color w:val="2B2E36" w:themeColor="text1"/>
                            </w:rPr>
                            <w:t>kood</w:t>
                          </w:r>
                          <w:r w:rsidR="004E1266" w:rsidRPr="00296D1C">
                            <w:rPr>
                              <w:color w:val="2B2E36" w:themeColor="text1"/>
                            </w:rPr>
                            <w:t>:</w:t>
                          </w:r>
                          <w:r w:rsidRPr="00296D1C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="00691FD0" w:rsidRPr="00296D1C">
                            <w:rPr>
                              <w:color w:val="2B2E36" w:themeColor="text1"/>
                            </w:rPr>
                            <w:t>10579981</w:t>
                          </w:r>
                          <w:r w:rsidRPr="00296D1C">
                            <w:rPr>
                              <w:color w:val="2B2E36" w:themeColor="text1"/>
                            </w:rPr>
                            <w:br/>
                          </w:r>
                          <w:r w:rsidR="00A76A9F" w:rsidRPr="00296D1C">
                            <w:rPr>
                              <w:color w:val="2B2E36" w:themeColor="text1"/>
                            </w:rPr>
                            <w:t>Tel</w:t>
                          </w:r>
                          <w:r w:rsidR="004E1266" w:rsidRPr="00296D1C">
                            <w:rPr>
                              <w:color w:val="2B2E36" w:themeColor="text1"/>
                            </w:rPr>
                            <w:t>efon:</w:t>
                          </w:r>
                          <w:r w:rsidR="00A76A9F" w:rsidRPr="00296D1C">
                            <w:rPr>
                              <w:color w:val="2B2E36" w:themeColor="text1"/>
                            </w:rPr>
                            <w:t xml:space="preserve"> +372 </w:t>
                          </w:r>
                          <w:r w:rsidR="00691FD0" w:rsidRPr="00296D1C">
                            <w:rPr>
                              <w:color w:val="2B2E36" w:themeColor="text1"/>
                            </w:rPr>
                            <w:t>466 7222</w:t>
                          </w:r>
                        </w:p>
                      </w:tc>
                      <w:tc>
                        <w:tcPr>
                          <w:tcW w:w="3118" w:type="dxa"/>
                        </w:tcPr>
                        <w:p w14:paraId="2563B83B" w14:textId="77777777" w:rsidR="001D6FC4" w:rsidRPr="00296D1C" w:rsidRDefault="004E1266" w:rsidP="001D6FC4">
                          <w:pPr>
                            <w:rPr>
                              <w:color w:val="2B2E36" w:themeColor="text1"/>
                            </w:rPr>
                          </w:pPr>
                          <w:r w:rsidRPr="00296D1C">
                            <w:rPr>
                              <w:color w:val="2B2E36" w:themeColor="text1"/>
                            </w:rPr>
                            <w:t>E-</w:t>
                          </w:r>
                          <w:r w:rsidR="009F1221" w:rsidRPr="00296D1C">
                            <w:rPr>
                              <w:color w:val="2B2E36" w:themeColor="text1"/>
                            </w:rPr>
                            <w:t>post</w:t>
                          </w:r>
                          <w:r w:rsidRPr="00296D1C">
                            <w:rPr>
                              <w:color w:val="2B2E36" w:themeColor="text1"/>
                            </w:rPr>
                            <w:t>:</w:t>
                          </w:r>
                          <w:r w:rsidR="00691FD0" w:rsidRPr="00296D1C">
                            <w:rPr>
                              <w:color w:val="2B2E36" w:themeColor="text1"/>
                            </w:rPr>
                            <w:t xml:space="preserve"> </w:t>
                          </w:r>
                          <w:hyperlink r:id="rId3" w:history="1">
                            <w:r w:rsidR="00F5136D" w:rsidRPr="00296D1C">
                              <w:rPr>
                                <w:rStyle w:val="Hyperlink"/>
                                <w:color w:val="2B2E36" w:themeColor="text1"/>
                                <w:u w:val="none"/>
                              </w:rPr>
                              <w:t>info.industry@enefit.ee</w:t>
                            </w:r>
                          </w:hyperlink>
                          <w:r w:rsidR="008C1BF2" w:rsidRPr="00296D1C">
                            <w:rPr>
                              <w:color w:val="2B2E36" w:themeColor="text1"/>
                            </w:rPr>
                            <w:t xml:space="preserve"> </w:t>
                          </w:r>
                          <w:r w:rsidR="002A5F4D" w:rsidRPr="00296D1C">
                            <w:rPr>
                              <w:color w:val="2B2E36" w:themeColor="text1"/>
                            </w:rPr>
                            <w:t xml:space="preserve"> </w:t>
                          </w:r>
                        </w:p>
                        <w:p w14:paraId="7D9F721E" w14:textId="77777777" w:rsidR="00A76A9F" w:rsidRPr="00296D1C" w:rsidRDefault="008C1BF2" w:rsidP="001D6FC4">
                          <w:pPr>
                            <w:rPr>
                              <w:color w:val="2B2E36" w:themeColor="text1"/>
                            </w:rPr>
                          </w:pPr>
                          <w:hyperlink r:id="rId4" w:history="1">
                            <w:r w:rsidRPr="00296D1C">
                              <w:rPr>
                                <w:rStyle w:val="Hyperlink"/>
                                <w:color w:val="2B2E36" w:themeColor="text1"/>
                                <w:u w:val="none"/>
                              </w:rPr>
                              <w:t>www.enefit.com</w:t>
                            </w:r>
                          </w:hyperlink>
                          <w:r w:rsidR="002A5F4D" w:rsidRPr="00296D1C">
                            <w:rPr>
                              <w:color w:val="2B2E36" w:themeColor="text1"/>
                            </w:rPr>
                            <w:t xml:space="preserve"> </w:t>
                          </w:r>
                        </w:p>
                      </w:tc>
                    </w:tr>
                  </w:tbl>
                  <w:p w14:paraId="6EAC32B1" w14:textId="77777777" w:rsidR="005D1ED4" w:rsidRPr="00296D1C" w:rsidRDefault="005D1ED4" w:rsidP="00776F03">
                    <w:pPr>
                      <w:spacing w:after="0"/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C10D3" w14:textId="77777777" w:rsidR="00F8459F" w:rsidRDefault="00F8459F" w:rsidP="00984DF6">
      <w:pPr>
        <w:spacing w:after="0" w:line="240" w:lineRule="auto"/>
      </w:pPr>
      <w:r>
        <w:separator/>
      </w:r>
    </w:p>
  </w:footnote>
  <w:footnote w:type="continuationSeparator" w:id="0">
    <w:p w14:paraId="6A3FD571" w14:textId="77777777" w:rsidR="00F8459F" w:rsidRDefault="00F8459F" w:rsidP="00984DF6">
      <w:pPr>
        <w:spacing w:after="0" w:line="240" w:lineRule="auto"/>
      </w:pPr>
      <w:r>
        <w:continuationSeparator/>
      </w:r>
    </w:p>
  </w:footnote>
  <w:footnote w:type="continuationNotice" w:id="1">
    <w:p w14:paraId="5BDE55A8" w14:textId="77777777" w:rsidR="00F8459F" w:rsidRDefault="00F845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65734" w14:textId="77777777" w:rsidR="0071068A" w:rsidRDefault="003A2C87">
    <w:pPr>
      <w:pStyle w:val="Header"/>
    </w:pPr>
    <w:r w:rsidRPr="00355C94">
      <w:rPr>
        <w:noProof/>
      </w:rPr>
      <w:drawing>
        <wp:anchor distT="0" distB="0" distL="114300" distR="114300" simplePos="0" relativeHeight="251668480" behindDoc="0" locked="0" layoutInCell="1" allowOverlap="1" wp14:anchorId="157817B5" wp14:editId="3B323905">
          <wp:simplePos x="0" y="0"/>
          <wp:positionH relativeFrom="column">
            <wp:posOffset>0</wp:posOffset>
          </wp:positionH>
          <wp:positionV relativeFrom="paragraph">
            <wp:posOffset>6985</wp:posOffset>
          </wp:positionV>
          <wp:extent cx="1800000" cy="396000"/>
          <wp:effectExtent l="0" t="0" r="0" b="4445"/>
          <wp:wrapNone/>
          <wp:docPr id="7" name="Graphic 6">
            <a:extLst xmlns:a="http://schemas.openxmlformats.org/drawingml/2006/main">
              <a:ext uri="{FF2B5EF4-FFF2-40B4-BE49-F238E27FC236}">
                <a16:creationId xmlns:a16="http://schemas.microsoft.com/office/drawing/2014/main" id="{79158F66-50B4-B769-2EA3-20A39009F2A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6">
                    <a:extLst>
                      <a:ext uri="{FF2B5EF4-FFF2-40B4-BE49-F238E27FC236}">
                        <a16:creationId xmlns:a16="http://schemas.microsoft.com/office/drawing/2014/main" id="{79158F66-50B4-B769-2EA3-20A39009F2A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39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59F"/>
    <w:rsid w:val="000009E3"/>
    <w:rsid w:val="00050430"/>
    <w:rsid w:val="00062EC2"/>
    <w:rsid w:val="000D46BD"/>
    <w:rsid w:val="000E3BA1"/>
    <w:rsid w:val="000F4013"/>
    <w:rsid w:val="000F79F5"/>
    <w:rsid w:val="00142DE1"/>
    <w:rsid w:val="00143CAD"/>
    <w:rsid w:val="001660CB"/>
    <w:rsid w:val="0017610B"/>
    <w:rsid w:val="001A600D"/>
    <w:rsid w:val="001B557C"/>
    <w:rsid w:val="001D14D3"/>
    <w:rsid w:val="001D6FC4"/>
    <w:rsid w:val="001F3ED2"/>
    <w:rsid w:val="00201007"/>
    <w:rsid w:val="00203975"/>
    <w:rsid w:val="00203C7D"/>
    <w:rsid w:val="00227A8D"/>
    <w:rsid w:val="002579A0"/>
    <w:rsid w:val="002713B3"/>
    <w:rsid w:val="0028378B"/>
    <w:rsid w:val="00285902"/>
    <w:rsid w:val="00294A16"/>
    <w:rsid w:val="00294A1B"/>
    <w:rsid w:val="00294C02"/>
    <w:rsid w:val="00296D1C"/>
    <w:rsid w:val="002A120E"/>
    <w:rsid w:val="002A3EA8"/>
    <w:rsid w:val="002A5F4D"/>
    <w:rsid w:val="002D4DB2"/>
    <w:rsid w:val="002E62D0"/>
    <w:rsid w:val="002F3B9F"/>
    <w:rsid w:val="002F7858"/>
    <w:rsid w:val="002F7970"/>
    <w:rsid w:val="002F7D6E"/>
    <w:rsid w:val="00316FC8"/>
    <w:rsid w:val="00340D62"/>
    <w:rsid w:val="00386A58"/>
    <w:rsid w:val="003A05CD"/>
    <w:rsid w:val="003A2C87"/>
    <w:rsid w:val="003A5640"/>
    <w:rsid w:val="003B0FC2"/>
    <w:rsid w:val="003D21F0"/>
    <w:rsid w:val="00404635"/>
    <w:rsid w:val="004268FF"/>
    <w:rsid w:val="00445335"/>
    <w:rsid w:val="00466501"/>
    <w:rsid w:val="004A0D26"/>
    <w:rsid w:val="004C20DE"/>
    <w:rsid w:val="004C50F5"/>
    <w:rsid w:val="004E1266"/>
    <w:rsid w:val="004E32DD"/>
    <w:rsid w:val="00504D26"/>
    <w:rsid w:val="00514A94"/>
    <w:rsid w:val="00521319"/>
    <w:rsid w:val="0054435B"/>
    <w:rsid w:val="0054781C"/>
    <w:rsid w:val="0057172A"/>
    <w:rsid w:val="005A1605"/>
    <w:rsid w:val="005B6C30"/>
    <w:rsid w:val="005C0E7E"/>
    <w:rsid w:val="005C606C"/>
    <w:rsid w:val="005D1ED4"/>
    <w:rsid w:val="005F0F27"/>
    <w:rsid w:val="00603DB0"/>
    <w:rsid w:val="006265A1"/>
    <w:rsid w:val="00637371"/>
    <w:rsid w:val="006475B4"/>
    <w:rsid w:val="00654853"/>
    <w:rsid w:val="006745F2"/>
    <w:rsid w:val="006754A2"/>
    <w:rsid w:val="00691208"/>
    <w:rsid w:val="00691FD0"/>
    <w:rsid w:val="00693289"/>
    <w:rsid w:val="006F0F8C"/>
    <w:rsid w:val="007002D0"/>
    <w:rsid w:val="0071068A"/>
    <w:rsid w:val="0072045E"/>
    <w:rsid w:val="00733149"/>
    <w:rsid w:val="00763A28"/>
    <w:rsid w:val="00767D25"/>
    <w:rsid w:val="00776F03"/>
    <w:rsid w:val="00785CEF"/>
    <w:rsid w:val="00785EF3"/>
    <w:rsid w:val="007949E1"/>
    <w:rsid w:val="00797924"/>
    <w:rsid w:val="00797C21"/>
    <w:rsid w:val="007A001A"/>
    <w:rsid w:val="007A5217"/>
    <w:rsid w:val="007A63A2"/>
    <w:rsid w:val="007C735F"/>
    <w:rsid w:val="007E5D90"/>
    <w:rsid w:val="007E69D5"/>
    <w:rsid w:val="007F1146"/>
    <w:rsid w:val="007F594E"/>
    <w:rsid w:val="008115C2"/>
    <w:rsid w:val="0081334A"/>
    <w:rsid w:val="008315B4"/>
    <w:rsid w:val="00837480"/>
    <w:rsid w:val="00860AE8"/>
    <w:rsid w:val="0086681F"/>
    <w:rsid w:val="00870125"/>
    <w:rsid w:val="008834E3"/>
    <w:rsid w:val="00883A57"/>
    <w:rsid w:val="00884A22"/>
    <w:rsid w:val="008C1BF2"/>
    <w:rsid w:val="008F5614"/>
    <w:rsid w:val="0091053B"/>
    <w:rsid w:val="00915CCE"/>
    <w:rsid w:val="00922B40"/>
    <w:rsid w:val="00984DF6"/>
    <w:rsid w:val="009A59B5"/>
    <w:rsid w:val="009B52FF"/>
    <w:rsid w:val="009C6865"/>
    <w:rsid w:val="009E7001"/>
    <w:rsid w:val="009F1221"/>
    <w:rsid w:val="00A76A9F"/>
    <w:rsid w:val="00A8597A"/>
    <w:rsid w:val="00AD4C66"/>
    <w:rsid w:val="00AE552D"/>
    <w:rsid w:val="00B03DEC"/>
    <w:rsid w:val="00B0625E"/>
    <w:rsid w:val="00B06D9C"/>
    <w:rsid w:val="00B07B87"/>
    <w:rsid w:val="00B26818"/>
    <w:rsid w:val="00B35BE2"/>
    <w:rsid w:val="00B4029E"/>
    <w:rsid w:val="00B84E81"/>
    <w:rsid w:val="00B94507"/>
    <w:rsid w:val="00B946CF"/>
    <w:rsid w:val="00BA142B"/>
    <w:rsid w:val="00BD070D"/>
    <w:rsid w:val="00BD621F"/>
    <w:rsid w:val="00BF4EF4"/>
    <w:rsid w:val="00BF5B9D"/>
    <w:rsid w:val="00BF6821"/>
    <w:rsid w:val="00C0659E"/>
    <w:rsid w:val="00C07377"/>
    <w:rsid w:val="00C31580"/>
    <w:rsid w:val="00C66001"/>
    <w:rsid w:val="00C724D4"/>
    <w:rsid w:val="00CA1765"/>
    <w:rsid w:val="00CC0D40"/>
    <w:rsid w:val="00CC22FD"/>
    <w:rsid w:val="00CD7193"/>
    <w:rsid w:val="00CD7C35"/>
    <w:rsid w:val="00CE161B"/>
    <w:rsid w:val="00D22C45"/>
    <w:rsid w:val="00D278D2"/>
    <w:rsid w:val="00D30553"/>
    <w:rsid w:val="00D438BE"/>
    <w:rsid w:val="00D623DC"/>
    <w:rsid w:val="00D63C6B"/>
    <w:rsid w:val="00D71075"/>
    <w:rsid w:val="00D716CA"/>
    <w:rsid w:val="00D7593C"/>
    <w:rsid w:val="00D808B3"/>
    <w:rsid w:val="00D979BD"/>
    <w:rsid w:val="00DD0E96"/>
    <w:rsid w:val="00DF57A3"/>
    <w:rsid w:val="00E021C5"/>
    <w:rsid w:val="00E10E84"/>
    <w:rsid w:val="00E1569F"/>
    <w:rsid w:val="00E21F7B"/>
    <w:rsid w:val="00E60065"/>
    <w:rsid w:val="00E659D1"/>
    <w:rsid w:val="00E93941"/>
    <w:rsid w:val="00EB28DF"/>
    <w:rsid w:val="00EC4302"/>
    <w:rsid w:val="00ED58BA"/>
    <w:rsid w:val="00EF7644"/>
    <w:rsid w:val="00F04658"/>
    <w:rsid w:val="00F179F0"/>
    <w:rsid w:val="00F24D81"/>
    <w:rsid w:val="00F43A1E"/>
    <w:rsid w:val="00F51234"/>
    <w:rsid w:val="00F5136D"/>
    <w:rsid w:val="00F7250D"/>
    <w:rsid w:val="00F74BBC"/>
    <w:rsid w:val="00F8459F"/>
    <w:rsid w:val="00F92DEE"/>
    <w:rsid w:val="00FB357F"/>
    <w:rsid w:val="00FC5440"/>
    <w:rsid w:val="00FE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FE337BA"/>
  <w15:chartTrackingRefBased/>
  <w15:docId w15:val="{D115EA7D-23E0-4D5E-8BAB-6862445F4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59F"/>
    <w:pPr>
      <w:spacing w:line="278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DF6"/>
  </w:style>
  <w:style w:type="paragraph" w:styleId="Footer">
    <w:name w:val="footer"/>
    <w:basedOn w:val="Normal"/>
    <w:link w:val="FooterChar"/>
    <w:uiPriority w:val="99"/>
    <w:unhideWhenUsed/>
    <w:rsid w:val="00984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DF6"/>
  </w:style>
  <w:style w:type="table" w:styleId="TableGrid">
    <w:name w:val="Table Grid"/>
    <w:basedOn w:val="TableNormal"/>
    <w:uiPriority w:val="39"/>
    <w:rsid w:val="005C0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002D0"/>
    <w:rPr>
      <w:color w:val="00973A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02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28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ve.Mandre@energia.ee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info.industry@enefit.ee" TargetMode="External"/><Relationship Id="rId4" Type="http://schemas.openxmlformats.org/officeDocument/2006/relationships/styles" Target="styles.xml"/><Relationship Id="rId9" Type="http://schemas.openxmlformats.org/officeDocument/2006/relationships/hyperlink" Target="mailto:info@mkm.ee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.industry@enefit.ee" TargetMode="External"/><Relationship Id="rId2" Type="http://schemas.openxmlformats.org/officeDocument/2006/relationships/hyperlink" Target="http://www.enefit.com" TargetMode="External"/><Relationship Id="rId1" Type="http://schemas.openxmlformats.org/officeDocument/2006/relationships/hyperlink" Target="mailto:info.industry@enefit.ee" TargetMode="External"/><Relationship Id="rId4" Type="http://schemas.openxmlformats.org/officeDocument/2006/relationships/hyperlink" Target="http://www.enefit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nergiaee.sharepoint.com/sites/EnefitMedia/Office%20Template%20Library/Word%20templates/Enefit%20Industry/enefit_industry_kirjaplank_est.dotx" TargetMode="External"/></Relationships>
</file>

<file path=word/theme/theme1.xml><?xml version="1.0" encoding="utf-8"?>
<a:theme xmlns:a="http://schemas.openxmlformats.org/drawingml/2006/main" name="Office Theme">
  <a:themeElements>
    <a:clrScheme name="Custom 97">
      <a:dk1>
        <a:srgbClr val="2B2E36"/>
      </a:dk1>
      <a:lt1>
        <a:sysClr val="window" lastClr="FFFFFF"/>
      </a:lt1>
      <a:dk2>
        <a:srgbClr val="2B2E36"/>
      </a:dk2>
      <a:lt2>
        <a:srgbClr val="E7E6E6"/>
      </a:lt2>
      <a:accent1>
        <a:srgbClr val="2B2E36"/>
      </a:accent1>
      <a:accent2>
        <a:srgbClr val="00973A"/>
      </a:accent2>
      <a:accent3>
        <a:srgbClr val="E2DED9"/>
      </a:accent3>
      <a:accent4>
        <a:srgbClr val="7EB074"/>
      </a:accent4>
      <a:accent5>
        <a:srgbClr val="FFD481"/>
      </a:accent5>
      <a:accent6>
        <a:srgbClr val="8DAACF"/>
      </a:accent6>
      <a:hlink>
        <a:srgbClr val="00973A"/>
      </a:hlink>
      <a:folHlink>
        <a:srgbClr val="00973A"/>
      </a:folHlink>
    </a:clrScheme>
    <a:fontScheme name="Custom 2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884537b-265b-4510-abbc-22e241e7604c" xsi:nil="true"/>
    <lcf76f155ced4ddcb4097134ff3c332f xmlns="d6b80194-6e94-464d-b1a9-607783aae769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261E7F08F87242B1BB2F5AFC6F42B0" ma:contentTypeVersion="18" ma:contentTypeDescription="Loo uus dokument" ma:contentTypeScope="" ma:versionID="8e589f19307047e986df9128b0f605b2">
  <xsd:schema xmlns:xsd="http://www.w3.org/2001/XMLSchema" xmlns:xs="http://www.w3.org/2001/XMLSchema" xmlns:p="http://schemas.microsoft.com/office/2006/metadata/properties" xmlns:ns2="d6b80194-6e94-464d-b1a9-607783aae769" xmlns:ns3="1884537b-265b-4510-abbc-22e241e7604c" targetNamespace="http://schemas.microsoft.com/office/2006/metadata/properties" ma:root="true" ma:fieldsID="ed8d2ba428d7c8785dde08c3f422bccb" ns2:_="" ns3:_="">
    <xsd:import namespace="d6b80194-6e94-464d-b1a9-607783aae769"/>
    <xsd:import namespace="1884537b-265b-4510-abbc-22e241e760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0194-6e94-464d-b1a9-607783aae7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4537b-265b-4510-abbc-22e241e760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c3a54e42-aa13-40ac-9598-5b5782578121}" ma:internalName="TaxCatchAll" ma:showField="CatchAllData" ma:web="1884537b-265b-4510-abbc-22e241e760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921EA5-724D-4E86-B564-ACD084859C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91E8A1-71C2-4AE2-98B1-F1663B827E1E}">
  <ds:schemaRefs>
    <ds:schemaRef ds:uri="http://schemas.microsoft.com/office/2006/metadata/properties"/>
    <ds:schemaRef ds:uri="http://schemas.microsoft.com/office/infopath/2007/PartnerControls"/>
    <ds:schemaRef ds:uri="1884537b-265b-4510-abbc-22e241e7604c"/>
    <ds:schemaRef ds:uri="d6b80194-6e94-464d-b1a9-607783aae769"/>
  </ds:schemaRefs>
</ds:datastoreItem>
</file>

<file path=customXml/itemProps3.xml><?xml version="1.0" encoding="utf-8"?>
<ds:datastoreItem xmlns:ds="http://schemas.openxmlformats.org/officeDocument/2006/customXml" ds:itemID="{4F23BA2E-804C-430C-9943-B608BCDCB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b80194-6e94-464d-b1a9-607783aae769"/>
    <ds:schemaRef ds:uri="1884537b-265b-4510-abbc-22e241e760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enefit_industry_kirjaplank_est.dotx</Template>
  <TotalTime>31</TotalTime>
  <Pages>1</Pages>
  <Words>144</Words>
  <Characters>840</Characters>
  <Application>Microsoft Office Word</Application>
  <DocSecurity>4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 Mandre</dc:creator>
  <cp:keywords/>
  <dc:description/>
  <cp:lastModifiedBy>Riina Laks-Suško</cp:lastModifiedBy>
  <cp:revision>2</cp:revision>
  <dcterms:created xsi:type="dcterms:W3CDTF">2025-06-26T12:35:00Z</dcterms:created>
  <dcterms:modified xsi:type="dcterms:W3CDTF">2025-06-26T12:35:00Z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0x01010011261E7F08F87242B1BB2F5AFC6F42B0</vt:lpwstr>
  </property>
  <property fmtid="{D5CDD505-2E9C-101B-9397-08002B2CF9AE}" pid="3" name="MediaServiceImageTags">
    <vt:lpwstr/>
  </property>
</Properties>
</file>